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ED1885" w:rsidTr="00CD3AEE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>
            <w:r>
              <w:t xml:space="preserve">Приложение 8 </w:t>
            </w:r>
          </w:p>
        </w:tc>
      </w:tr>
      <w:tr w:rsidR="00ED1885" w:rsidTr="0070757B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ED1885" w:rsidTr="00A117CC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DC1DD2"/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885" w:rsidRDefault="00ED1885" w:rsidP="00ED1885">
            <w:r>
              <w:t>от 17 февраля 2023 года</w:t>
            </w:r>
            <w:r>
              <w:rPr>
                <w:lang w:val="en-US"/>
              </w:rPr>
              <w:t xml:space="preserve"> </w:t>
            </w:r>
            <w:r>
              <w:t>№ 31-325</w:t>
            </w:r>
          </w:p>
        </w:tc>
      </w:tr>
      <w:tr w:rsidR="002F5AD0" w:rsidTr="002F5AD0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</w:tr>
      <w:tr w:rsidR="002F5AD0" w:rsidTr="002F5AD0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5AD0" w:rsidRPr="00ED1885" w:rsidRDefault="002F5AD0" w:rsidP="00DC1DD2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2023 год </w:t>
            </w:r>
          </w:p>
          <w:p w:rsidR="002F5AD0" w:rsidRDefault="002F5AD0" w:rsidP="00DC1DD2">
            <w:pPr>
              <w:jc w:val="center"/>
            </w:pPr>
            <w:r>
              <w:t>и на плановый период 2024 и 2025 годов</w:t>
            </w:r>
          </w:p>
        </w:tc>
      </w:tr>
      <w:tr w:rsidR="002F5AD0" w:rsidTr="002F5AD0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тыс. руб.</w:t>
            </w:r>
          </w:p>
        </w:tc>
      </w:tr>
      <w:tr w:rsidR="002F5AD0" w:rsidTr="002F5AD0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2023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2024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2025 год</w:t>
            </w:r>
          </w:p>
        </w:tc>
      </w:tr>
      <w:tr w:rsidR="002F5AD0" w:rsidTr="002F5AD0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AD0" w:rsidRDefault="002F5AD0" w:rsidP="00DC1DD2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5AD0" w:rsidRDefault="002F5AD0" w:rsidP="00DC1DD2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/>
        </w:tc>
      </w:tr>
    </w:tbl>
    <w:p w:rsidR="002F5AD0" w:rsidRPr="002F5AD0" w:rsidRDefault="002F5AD0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2F5AD0" w:rsidTr="002F5AD0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AD0" w:rsidRDefault="002F5AD0" w:rsidP="00DC1DD2">
            <w:pPr>
              <w:jc w:val="center"/>
            </w:pPr>
            <w:r>
              <w:t>5</w:t>
            </w:r>
          </w:p>
        </w:tc>
      </w:tr>
      <w:tr w:rsidR="002F5AD0" w:rsidTr="002F5AD0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F5AD0" w:rsidRDefault="002F5AD0" w:rsidP="00DC1DD2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721 827,7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460 794,0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2 960 794,0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2 717 066,7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2 960 794,0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2 717 066,7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-2 500 000,0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-2 200 000,0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-2 500 000,0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-2 500 000,0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-2 200 000,0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1 000 000,0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lastRenderedPageBreak/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1 000 000,0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1 000 000,0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-1 517 066,7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-1 517 066,7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-980 000,0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-1 000 000,0</w:t>
            </w:r>
          </w:p>
        </w:tc>
      </w:tr>
      <w:tr w:rsidR="002F5AD0" w:rsidTr="002F5AD0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056 01 03 01 00 04 2900 810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2F5AD0" w:rsidRDefault="002F5AD0" w:rsidP="00DC1DD2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-517 066,7</w:t>
            </w:r>
          </w:p>
        </w:tc>
      </w:tr>
      <w:tr w:rsidR="002F5AD0" w:rsidTr="002F5AD0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F5AD0" w:rsidRDefault="002F5AD0" w:rsidP="00DC1DD2">
            <w:pPr>
              <w:jc w:val="center"/>
            </w:pPr>
            <w:r>
              <w:t>000 01 05 00 00 00 0000 000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F5AD0" w:rsidRDefault="002F5AD0" w:rsidP="00DC1DD2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261 033,7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F5AD0" w:rsidRDefault="002F5AD0" w:rsidP="00DC1DD2">
            <w:pPr>
              <w:jc w:val="right"/>
            </w:pPr>
            <w:r>
              <w:t> </w:t>
            </w:r>
          </w:p>
        </w:tc>
      </w:tr>
      <w:tr w:rsidR="002F5AD0" w:rsidTr="002F5AD0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</w:tr>
      <w:tr w:rsidR="002F5AD0" w:rsidTr="002F5AD0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>
            <w:r>
              <w:t xml:space="preserve">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5AD0" w:rsidRDefault="002F5AD0" w:rsidP="00DC1DD2"/>
        </w:tc>
      </w:tr>
    </w:tbl>
    <w:p w:rsidR="00E2598B" w:rsidRPr="002F5AD0" w:rsidRDefault="00E2598B" w:rsidP="002F5AD0"/>
    <w:sectPr w:rsidR="00E2598B" w:rsidRPr="002F5AD0" w:rsidSect="00896EFA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DFE" w:rsidRDefault="00FE7DFE" w:rsidP="002F5AD0">
      <w:r>
        <w:separator/>
      </w:r>
    </w:p>
  </w:endnote>
  <w:endnote w:type="continuationSeparator" w:id="1">
    <w:p w:rsidR="00FE7DFE" w:rsidRDefault="00FE7DFE" w:rsidP="002F5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DFE" w:rsidRDefault="00FE7DFE" w:rsidP="002F5AD0">
      <w:r>
        <w:separator/>
      </w:r>
    </w:p>
  </w:footnote>
  <w:footnote w:type="continuationSeparator" w:id="1">
    <w:p w:rsidR="00FE7DFE" w:rsidRDefault="00FE7DFE" w:rsidP="002F5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D0" w:rsidRDefault="00B50542" w:rsidP="005004F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5AD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5AD0" w:rsidRDefault="002F5A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D0" w:rsidRDefault="00B50542" w:rsidP="005004F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5AD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96EFA">
      <w:rPr>
        <w:rStyle w:val="a7"/>
        <w:noProof/>
      </w:rPr>
      <w:t>2</w:t>
    </w:r>
    <w:r>
      <w:rPr>
        <w:rStyle w:val="a7"/>
      </w:rPr>
      <w:fldChar w:fldCharType="end"/>
    </w:r>
  </w:p>
  <w:p w:rsidR="002F5AD0" w:rsidRDefault="002F5A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F5AD0"/>
    <w:rsid w:val="00287C22"/>
    <w:rsid w:val="002C3F39"/>
    <w:rsid w:val="002F5AD0"/>
    <w:rsid w:val="006808C6"/>
    <w:rsid w:val="006F56F1"/>
    <w:rsid w:val="00896EFA"/>
    <w:rsid w:val="00A24CAF"/>
    <w:rsid w:val="00B50542"/>
    <w:rsid w:val="00B912FD"/>
    <w:rsid w:val="00E2598B"/>
    <w:rsid w:val="00EB3C23"/>
    <w:rsid w:val="00ED1885"/>
    <w:rsid w:val="00F6400A"/>
    <w:rsid w:val="00F64A65"/>
    <w:rsid w:val="00FC603B"/>
    <w:rsid w:val="00FE7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5A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5AD0"/>
  </w:style>
  <w:style w:type="paragraph" w:styleId="a5">
    <w:name w:val="footer"/>
    <w:basedOn w:val="a"/>
    <w:link w:val="a6"/>
    <w:uiPriority w:val="99"/>
    <w:semiHidden/>
    <w:unhideWhenUsed/>
    <w:rsid w:val="002F5A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5AD0"/>
  </w:style>
  <w:style w:type="character" w:styleId="a7">
    <w:name w:val="page number"/>
    <w:basedOn w:val="a0"/>
    <w:uiPriority w:val="99"/>
    <w:semiHidden/>
    <w:unhideWhenUsed/>
    <w:rsid w:val="002F5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AcstVS</cp:lastModifiedBy>
  <cp:revision>4</cp:revision>
  <dcterms:created xsi:type="dcterms:W3CDTF">2023-02-17T07:57:00Z</dcterms:created>
  <dcterms:modified xsi:type="dcterms:W3CDTF">2023-02-17T13:31:00Z</dcterms:modified>
</cp:coreProperties>
</file>